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06A6B678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933269">
        <w:rPr>
          <w:rFonts w:cs="Arial"/>
          <w:color w:val="000000"/>
          <w:sz w:val="22"/>
        </w:rPr>
        <w:t>01</w:t>
      </w:r>
      <w:r w:rsidR="00E0231B">
        <w:rPr>
          <w:rFonts w:cs="Arial"/>
          <w:color w:val="000000"/>
          <w:sz w:val="22"/>
        </w:rPr>
        <w:t>.0</w:t>
      </w:r>
      <w:r w:rsidR="00933269">
        <w:rPr>
          <w:rFonts w:cs="Arial"/>
          <w:color w:val="000000"/>
          <w:sz w:val="22"/>
        </w:rPr>
        <w:t>7</w:t>
      </w:r>
      <w:r w:rsidRPr="00316376">
        <w:rPr>
          <w:rFonts w:cs="Arial"/>
          <w:color w:val="000000"/>
          <w:sz w:val="22"/>
        </w:rPr>
        <w:t>.2025 nr JV-MAA-1/</w:t>
      </w:r>
      <w:r w:rsidR="00356E30">
        <w:rPr>
          <w:rFonts w:cs="Arial"/>
          <w:color w:val="000000"/>
          <w:sz w:val="22"/>
        </w:rPr>
        <w:t>3019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3FD96C5C" w:rsidR="000505BA" w:rsidRPr="000B2E35" w:rsidRDefault="000505BA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933269">
              <w:rPr>
                <w:rFonts w:ascii="Calibri" w:eastAsia="Calibri" w:hAnsi="Calibri"/>
                <w:sz w:val="22"/>
                <w:szCs w:val="22"/>
                <w:lang w:val="et-EE"/>
              </w:rPr>
              <w:t>ga liitumine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6B4FBA19" w14:textId="7DEAEF0C" w:rsidR="008D74B5" w:rsidRPr="008D74B5" w:rsidRDefault="00933269" w:rsidP="008D74B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LC3190</w:t>
            </w:r>
          </w:p>
          <w:p w14:paraId="0BE2F00C" w14:textId="0D19578B" w:rsidR="000505BA" w:rsidRPr="000B2E35" w:rsidRDefault="008D74B5" w:rsidP="008D74B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Tallinna mnt 50a liitumine madalpingel, Rapla linn, Rapla vald, Rapla maakond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6444AC10" w:rsidR="00A67711" w:rsidRPr="00A67711" w:rsidRDefault="00A67711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Sander </w:t>
            </w:r>
            <w:proofErr w:type="spellStart"/>
            <w:r w:rsid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otter</w:t>
            </w:r>
            <w:proofErr w:type="spellEnd"/>
          </w:p>
          <w:p w14:paraId="293EFB39" w14:textId="67DA5EF9" w:rsidR="000505BA" w:rsidRPr="000B2E35" w:rsidRDefault="00933269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Enersense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AS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69B2DCF3" w:rsidR="000505BA" w:rsidRPr="000B2E35" w:rsidRDefault="00DC25F8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3077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</w:t>
            </w:r>
            <w:r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 w:rsidR="003077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</w:t>
            </w:r>
            <w:r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.2025  nr 7.1-2/25/</w:t>
            </w:r>
            <w:r w:rsidR="003077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3631</w:t>
            </w:r>
            <w:r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 w:rsidR="003077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96A62D3" w14:textId="52D4FC64" w:rsidR="00C473E5" w:rsidRDefault="000505BA" w:rsidP="00C473E5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30774F">
              <w:rPr>
                <w:rFonts w:ascii="Times New Roman" w:hAnsi="Times New Roman"/>
                <w:b/>
                <w:lang w:val="et-EE"/>
              </w:rPr>
              <w:t>27 Rapla-Järvakandi-</w:t>
            </w:r>
            <w:proofErr w:type="spellStart"/>
            <w:r w:rsidR="0030774F">
              <w:rPr>
                <w:rFonts w:ascii="Times New Roman" w:hAnsi="Times New Roman"/>
                <w:b/>
                <w:lang w:val="et-EE"/>
              </w:rPr>
              <w:t>Kergu</w:t>
            </w:r>
            <w:proofErr w:type="spellEnd"/>
            <w:r w:rsidR="0030774F">
              <w:rPr>
                <w:rFonts w:ascii="Times New Roman" w:hAnsi="Times New Roman"/>
                <w:b/>
                <w:lang w:val="et-EE"/>
              </w:rPr>
              <w:t xml:space="preserve"> tee L4</w:t>
            </w:r>
          </w:p>
          <w:p w14:paraId="60513F7F" w14:textId="315E1A49" w:rsidR="000505BA" w:rsidRPr="008F0BAD" w:rsidRDefault="000505BA" w:rsidP="00DB14F4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1E73BF82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30774F">
              <w:rPr>
                <w:rFonts w:ascii="Times New Roman" w:hAnsi="Times New Roman"/>
                <w:bCs/>
                <w:lang w:val="et-EE"/>
              </w:rPr>
              <w:t>67001:005:0008</w:t>
            </w:r>
          </w:p>
          <w:p w14:paraId="17B972FB" w14:textId="730D2AE8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30774F">
              <w:rPr>
                <w:rFonts w:ascii="Times New Roman" w:hAnsi="Times New Roman"/>
                <w:bCs/>
                <w:lang w:val="et-EE"/>
              </w:rPr>
              <w:t>79705</w:t>
            </w:r>
            <w:r w:rsidR="00C12E95">
              <w:rPr>
                <w:rFonts w:ascii="Times New Roman" w:hAnsi="Times New Roman"/>
                <w:bCs/>
                <w:lang w:val="et-EE"/>
              </w:rPr>
              <w:t>50</w:t>
            </w:r>
          </w:p>
          <w:p w14:paraId="407CC513" w14:textId="4305FEC0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30774F">
              <w:rPr>
                <w:rFonts w:ascii="Times New Roman" w:hAnsi="Times New Roman"/>
                <w:bCs/>
                <w:lang w:val="et-EE"/>
              </w:rPr>
              <w:t>27 Rapla-Järvakandi-</w:t>
            </w:r>
            <w:proofErr w:type="spellStart"/>
            <w:r w:rsidR="0030774F">
              <w:rPr>
                <w:rFonts w:ascii="Times New Roman" w:hAnsi="Times New Roman"/>
                <w:bCs/>
                <w:lang w:val="et-EE"/>
              </w:rPr>
              <w:t>Kergu</w:t>
            </w:r>
            <w:proofErr w:type="spellEnd"/>
            <w:r w:rsidR="0030774F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Pr="00B72E9F">
              <w:rPr>
                <w:rFonts w:ascii="Times New Roman" w:hAnsi="Times New Roman"/>
                <w:bCs/>
                <w:lang w:val="et-EE"/>
              </w:rPr>
              <w:t>tee</w:t>
            </w:r>
            <w:r w:rsidR="0030774F">
              <w:rPr>
                <w:rFonts w:ascii="Times New Roman" w:hAnsi="Times New Roman"/>
                <w:bCs/>
                <w:lang w:val="et-EE"/>
              </w:rPr>
              <w:t xml:space="preserve"> L4</w:t>
            </w:r>
          </w:p>
          <w:p w14:paraId="0DA14518" w14:textId="72E825EF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30774F">
              <w:rPr>
                <w:rFonts w:ascii="Times New Roman" w:hAnsi="Times New Roman"/>
                <w:bCs/>
                <w:lang w:val="et-EE"/>
              </w:rPr>
              <w:t>9329</w:t>
            </w:r>
          </w:p>
          <w:p w14:paraId="7EE45F5D" w14:textId="0A62EE72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</w:t>
            </w:r>
            <w:r w:rsidR="0026172F">
              <w:rPr>
                <w:rFonts w:ascii="Times New Roman" w:hAnsi="Times New Roman"/>
                <w:bCs/>
                <w:lang w:val="et-EE"/>
              </w:rPr>
              <w:t>, 2, 3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6F71D3D8" w14:textId="7F4D4BB2" w:rsidR="005623A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6172F">
              <w:rPr>
                <w:rFonts w:ascii="Times New Roman" w:hAnsi="Times New Roman"/>
                <w:bCs/>
                <w:lang w:val="et-EE"/>
              </w:rPr>
              <w:t>863</w:t>
            </w:r>
            <w:r w:rsidR="0030774F">
              <w:rPr>
                <w:rFonts w:ascii="Times New Roman" w:hAnsi="Times New Roman"/>
                <w:bCs/>
                <w:lang w:val="et-EE"/>
              </w:rPr>
              <w:t>241</w:t>
            </w:r>
          </w:p>
          <w:p w14:paraId="7529DD13" w14:textId="42357AE5" w:rsidR="00C91854" w:rsidRDefault="0030774F" w:rsidP="00C91854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16577F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https://pari.kataster.ee/magic-link/1d9804a6-a006-4a7e-894c-38d260280127</w:t>
              </w:r>
            </w:hyperlink>
          </w:p>
          <w:p w14:paraId="1EDDACD9" w14:textId="566E2873" w:rsidR="0030774F" w:rsidRPr="000B2E35" w:rsidRDefault="0030774F" w:rsidP="00C91854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63C57851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Lugupidamisega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7D77FCB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 xml:space="preserve">Maaõiguse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36D32" w14:textId="77777777" w:rsidR="00886F46" w:rsidRDefault="00886F46">
      <w:r>
        <w:separator/>
      </w:r>
    </w:p>
  </w:endnote>
  <w:endnote w:type="continuationSeparator" w:id="0">
    <w:p w14:paraId="37CA1D8A" w14:textId="77777777" w:rsidR="00886F46" w:rsidRDefault="00886F46">
      <w:r>
        <w:continuationSeparator/>
      </w:r>
    </w:p>
  </w:endnote>
  <w:endnote w:type="continuationNotice" w:id="1">
    <w:p w14:paraId="147C008F" w14:textId="77777777" w:rsidR="00886F46" w:rsidRDefault="0088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E981F" w14:textId="77777777" w:rsidR="00886F46" w:rsidRDefault="00886F46">
      <w:r>
        <w:separator/>
      </w:r>
    </w:p>
  </w:footnote>
  <w:footnote w:type="continuationSeparator" w:id="0">
    <w:p w14:paraId="6A50B3AB" w14:textId="77777777" w:rsidR="00886F46" w:rsidRDefault="00886F46">
      <w:r>
        <w:continuationSeparator/>
      </w:r>
    </w:p>
  </w:footnote>
  <w:footnote w:type="continuationNotice" w:id="1">
    <w:p w14:paraId="4A3D5CAD" w14:textId="77777777" w:rsidR="00886F46" w:rsidRDefault="0088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505BA"/>
    <w:rsid w:val="00091F39"/>
    <w:rsid w:val="000B417F"/>
    <w:rsid w:val="000B4850"/>
    <w:rsid w:val="000B57BA"/>
    <w:rsid w:val="000F3E27"/>
    <w:rsid w:val="00103444"/>
    <w:rsid w:val="00111A7D"/>
    <w:rsid w:val="0013797F"/>
    <w:rsid w:val="00146F8F"/>
    <w:rsid w:val="0016210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5382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43F1"/>
    <w:rsid w:val="002C22A3"/>
    <w:rsid w:val="002D4D27"/>
    <w:rsid w:val="002D6251"/>
    <w:rsid w:val="002E0EF7"/>
    <w:rsid w:val="002F07BC"/>
    <w:rsid w:val="002F7CB0"/>
    <w:rsid w:val="00300E09"/>
    <w:rsid w:val="003073D3"/>
    <w:rsid w:val="0030774F"/>
    <w:rsid w:val="003127FB"/>
    <w:rsid w:val="00316376"/>
    <w:rsid w:val="0033388C"/>
    <w:rsid w:val="00335CBC"/>
    <w:rsid w:val="00344245"/>
    <w:rsid w:val="003467AE"/>
    <w:rsid w:val="003551E2"/>
    <w:rsid w:val="00356E30"/>
    <w:rsid w:val="00357C22"/>
    <w:rsid w:val="00364590"/>
    <w:rsid w:val="00365F2B"/>
    <w:rsid w:val="00381AE8"/>
    <w:rsid w:val="00382D66"/>
    <w:rsid w:val="003A0ECE"/>
    <w:rsid w:val="003B5885"/>
    <w:rsid w:val="003B6F35"/>
    <w:rsid w:val="003D782C"/>
    <w:rsid w:val="003F5996"/>
    <w:rsid w:val="00402D9D"/>
    <w:rsid w:val="004170C1"/>
    <w:rsid w:val="00430FA1"/>
    <w:rsid w:val="00470107"/>
    <w:rsid w:val="00491AD7"/>
    <w:rsid w:val="0049396A"/>
    <w:rsid w:val="004D1D70"/>
    <w:rsid w:val="004E5DD5"/>
    <w:rsid w:val="0050379B"/>
    <w:rsid w:val="00532D2F"/>
    <w:rsid w:val="005525F7"/>
    <w:rsid w:val="005623AF"/>
    <w:rsid w:val="00566CB9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79A8"/>
    <w:rsid w:val="006C1103"/>
    <w:rsid w:val="006E048F"/>
    <w:rsid w:val="006E49AA"/>
    <w:rsid w:val="006F595A"/>
    <w:rsid w:val="00704301"/>
    <w:rsid w:val="0070500B"/>
    <w:rsid w:val="007127AD"/>
    <w:rsid w:val="00754F94"/>
    <w:rsid w:val="00755DE3"/>
    <w:rsid w:val="00765D62"/>
    <w:rsid w:val="0077377F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C4DA3"/>
    <w:rsid w:val="008C5B01"/>
    <w:rsid w:val="008D2D2A"/>
    <w:rsid w:val="008D3667"/>
    <w:rsid w:val="008D74B5"/>
    <w:rsid w:val="008F2A05"/>
    <w:rsid w:val="008F47F1"/>
    <w:rsid w:val="0091258F"/>
    <w:rsid w:val="00912BDF"/>
    <w:rsid w:val="009303BE"/>
    <w:rsid w:val="00930BE5"/>
    <w:rsid w:val="00933269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E1639"/>
    <w:rsid w:val="00AE6B50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F0E4C"/>
    <w:rsid w:val="00BF4038"/>
    <w:rsid w:val="00C0020C"/>
    <w:rsid w:val="00C12E95"/>
    <w:rsid w:val="00C14ACD"/>
    <w:rsid w:val="00C34030"/>
    <w:rsid w:val="00C473E5"/>
    <w:rsid w:val="00C526F5"/>
    <w:rsid w:val="00C53640"/>
    <w:rsid w:val="00C712AC"/>
    <w:rsid w:val="00C712E9"/>
    <w:rsid w:val="00C86912"/>
    <w:rsid w:val="00C86C12"/>
    <w:rsid w:val="00C86E8D"/>
    <w:rsid w:val="00C91854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14728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1d9804a6-a006-4a7e-894c-38d260280127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2</Pages>
  <Words>165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3</cp:revision>
  <cp:lastPrinted>2025-04-15T10:05:00Z</cp:lastPrinted>
  <dcterms:created xsi:type="dcterms:W3CDTF">2025-07-01T12:40:00Z</dcterms:created>
  <dcterms:modified xsi:type="dcterms:W3CDTF">2025-07-01T12:47:00Z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